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2FB71" w14:textId="77777777" w:rsidR="00411592" w:rsidRPr="00411592" w:rsidRDefault="00E01B3D" w:rsidP="00E01B3D">
      <w:pPr>
        <w:spacing w:line="276" w:lineRule="auto"/>
        <w:rPr>
          <w:b/>
          <w:sz w:val="44"/>
          <w:szCs w:val="44"/>
        </w:rPr>
      </w:pPr>
      <w:r>
        <w:rPr>
          <w:b/>
          <w:sz w:val="44"/>
          <w:szCs w:val="44"/>
        </w:rPr>
        <w:t>Oxidizing Agents Lab Report</w:t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  <w:t>Name: _______________</w:t>
      </w:r>
    </w:p>
    <w:p w14:paraId="4BA5036E" w14:textId="77777777" w:rsidR="00411592" w:rsidRDefault="00411592" w:rsidP="00411592">
      <w:pPr>
        <w:spacing w:line="276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00"/>
        <w:gridCol w:w="6395"/>
        <w:gridCol w:w="2069"/>
        <w:gridCol w:w="5126"/>
      </w:tblGrid>
      <w:tr w:rsidR="00E01B3D" w:rsidRPr="00E01B3D" w14:paraId="003DFA0C" w14:textId="77777777" w:rsidTr="001E3811">
        <w:tc>
          <w:tcPr>
            <w:tcW w:w="278" w:type="pct"/>
            <w:vMerge w:val="restart"/>
            <w:textDirection w:val="btLr"/>
          </w:tcPr>
          <w:p w14:paraId="148163A9" w14:textId="77777777" w:rsidR="00E01B3D" w:rsidRPr="00E01B3D" w:rsidRDefault="00E01B3D" w:rsidP="00E01B3D">
            <w:pPr>
              <w:spacing w:line="276" w:lineRule="auto"/>
              <w:ind w:left="113" w:right="113"/>
              <w:rPr>
                <w:b/>
                <w:sz w:val="28"/>
                <w:szCs w:val="28"/>
              </w:rPr>
            </w:pPr>
            <w:r w:rsidRPr="00E01B3D">
              <w:rPr>
                <w:b/>
                <w:sz w:val="28"/>
                <w:szCs w:val="28"/>
              </w:rPr>
              <w:t>INTRODUCTION</w:t>
            </w:r>
          </w:p>
        </w:tc>
        <w:tc>
          <w:tcPr>
            <w:tcW w:w="2222" w:type="pct"/>
            <w:vAlign w:val="bottom"/>
          </w:tcPr>
          <w:p w14:paraId="42D915EC" w14:textId="3FA104CD" w:rsidR="00E01B3D" w:rsidRPr="00E01B3D" w:rsidRDefault="00E01B3D" w:rsidP="00E01B3D">
            <w:pPr>
              <w:spacing w:line="276" w:lineRule="auto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Background information on redox reactions and oxidizing agents</w:t>
            </w:r>
          </w:p>
        </w:tc>
        <w:tc>
          <w:tcPr>
            <w:tcW w:w="719" w:type="pct"/>
            <w:vAlign w:val="bottom"/>
          </w:tcPr>
          <w:p w14:paraId="1D2ADC2C" w14:textId="77777777" w:rsidR="00E01B3D" w:rsidRPr="00E01B3D" w:rsidRDefault="00E01B3D" w:rsidP="00E01B3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__________/10</w:t>
            </w:r>
          </w:p>
        </w:tc>
        <w:tc>
          <w:tcPr>
            <w:tcW w:w="1781" w:type="pct"/>
          </w:tcPr>
          <w:p w14:paraId="104D4ADF" w14:textId="77777777" w:rsidR="00E01B3D" w:rsidRPr="00E01B3D" w:rsidRDefault="00E01B3D" w:rsidP="00E01B3D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E01B3D" w:rsidRPr="00E01B3D" w14:paraId="138925DC" w14:textId="77777777" w:rsidTr="001E3811">
        <w:tc>
          <w:tcPr>
            <w:tcW w:w="278" w:type="pct"/>
            <w:vMerge/>
            <w:textDirection w:val="btLr"/>
          </w:tcPr>
          <w:p w14:paraId="64AE5834" w14:textId="77777777" w:rsidR="00E01B3D" w:rsidRPr="00E01B3D" w:rsidRDefault="00E01B3D" w:rsidP="00E01B3D">
            <w:pPr>
              <w:spacing w:line="276" w:lineRule="auto"/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2222" w:type="pct"/>
            <w:vAlign w:val="bottom"/>
          </w:tcPr>
          <w:p w14:paraId="0F7AA56D" w14:textId="77777777" w:rsidR="00E01B3D" w:rsidRPr="00E01B3D" w:rsidRDefault="00E01B3D" w:rsidP="00E01B3D">
            <w:pPr>
              <w:spacing w:line="276" w:lineRule="auto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Experimental question</w:t>
            </w:r>
          </w:p>
        </w:tc>
        <w:tc>
          <w:tcPr>
            <w:tcW w:w="719" w:type="pct"/>
            <w:vAlign w:val="bottom"/>
          </w:tcPr>
          <w:p w14:paraId="6F2902FD" w14:textId="77777777" w:rsidR="00E01B3D" w:rsidRPr="00E01B3D" w:rsidRDefault="00E01B3D" w:rsidP="00E01B3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__________/2</w:t>
            </w:r>
          </w:p>
        </w:tc>
        <w:tc>
          <w:tcPr>
            <w:tcW w:w="1781" w:type="pct"/>
          </w:tcPr>
          <w:p w14:paraId="13648D30" w14:textId="77777777" w:rsidR="00E01B3D" w:rsidRPr="00E01B3D" w:rsidRDefault="00E01B3D" w:rsidP="00E01B3D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E01B3D" w:rsidRPr="00E01B3D" w14:paraId="5EADF276" w14:textId="77777777" w:rsidTr="001E3811">
        <w:tc>
          <w:tcPr>
            <w:tcW w:w="278" w:type="pct"/>
            <w:vMerge/>
            <w:textDirection w:val="btLr"/>
          </w:tcPr>
          <w:p w14:paraId="0F7E1DF9" w14:textId="77777777" w:rsidR="00E01B3D" w:rsidRPr="00E01B3D" w:rsidRDefault="00E01B3D" w:rsidP="00E01B3D">
            <w:pPr>
              <w:spacing w:line="276" w:lineRule="auto"/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2222" w:type="pct"/>
            <w:vAlign w:val="bottom"/>
          </w:tcPr>
          <w:p w14:paraId="7450A402" w14:textId="77777777" w:rsidR="00E01B3D" w:rsidRPr="00E01B3D" w:rsidRDefault="00E01B3D" w:rsidP="00E01B3D">
            <w:pPr>
              <w:spacing w:line="276" w:lineRule="auto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Hypothesis (if possible)</w:t>
            </w:r>
          </w:p>
        </w:tc>
        <w:tc>
          <w:tcPr>
            <w:tcW w:w="719" w:type="pct"/>
            <w:vAlign w:val="bottom"/>
          </w:tcPr>
          <w:p w14:paraId="54B0D6AA" w14:textId="77777777" w:rsidR="00E01B3D" w:rsidRPr="00E01B3D" w:rsidRDefault="00E01B3D" w:rsidP="00E01B3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N/A</w:t>
            </w:r>
          </w:p>
        </w:tc>
        <w:tc>
          <w:tcPr>
            <w:tcW w:w="1781" w:type="pct"/>
          </w:tcPr>
          <w:p w14:paraId="1F280E01" w14:textId="77777777" w:rsidR="00E01B3D" w:rsidRPr="00E01B3D" w:rsidRDefault="00E01B3D" w:rsidP="00E01B3D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E01B3D" w:rsidRPr="00E01B3D" w14:paraId="41A208C6" w14:textId="77777777" w:rsidTr="001E3811">
        <w:tc>
          <w:tcPr>
            <w:tcW w:w="278" w:type="pct"/>
            <w:vMerge/>
            <w:textDirection w:val="btLr"/>
          </w:tcPr>
          <w:p w14:paraId="523B7840" w14:textId="77777777" w:rsidR="00E01B3D" w:rsidRPr="00E01B3D" w:rsidRDefault="00E01B3D" w:rsidP="00E01B3D">
            <w:pPr>
              <w:spacing w:line="276" w:lineRule="auto"/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2222" w:type="pct"/>
            <w:vAlign w:val="bottom"/>
          </w:tcPr>
          <w:p w14:paraId="4E8111DB" w14:textId="77777777" w:rsidR="00E01B3D" w:rsidRPr="00E01B3D" w:rsidRDefault="00E01B3D" w:rsidP="00E01B3D">
            <w:pPr>
              <w:spacing w:line="276" w:lineRule="auto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Independent/dependent variables</w:t>
            </w:r>
          </w:p>
        </w:tc>
        <w:tc>
          <w:tcPr>
            <w:tcW w:w="719" w:type="pct"/>
            <w:vAlign w:val="bottom"/>
          </w:tcPr>
          <w:p w14:paraId="4896D9E5" w14:textId="77777777" w:rsidR="00E01B3D" w:rsidRPr="00E01B3D" w:rsidRDefault="00E01B3D" w:rsidP="00E01B3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__________/4</w:t>
            </w:r>
          </w:p>
        </w:tc>
        <w:tc>
          <w:tcPr>
            <w:tcW w:w="1781" w:type="pct"/>
          </w:tcPr>
          <w:p w14:paraId="5E321023" w14:textId="77777777" w:rsidR="00E01B3D" w:rsidRPr="00E01B3D" w:rsidRDefault="00E01B3D" w:rsidP="00E01B3D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E01B3D" w:rsidRPr="00E01B3D" w14:paraId="4378D17B" w14:textId="77777777" w:rsidTr="001E3811">
        <w:tc>
          <w:tcPr>
            <w:tcW w:w="278" w:type="pct"/>
            <w:vMerge/>
            <w:textDirection w:val="btLr"/>
          </w:tcPr>
          <w:p w14:paraId="003769A7" w14:textId="77777777" w:rsidR="00E01B3D" w:rsidRPr="00E01B3D" w:rsidRDefault="00E01B3D" w:rsidP="00E01B3D">
            <w:pPr>
              <w:spacing w:line="276" w:lineRule="auto"/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2222" w:type="pct"/>
            <w:vAlign w:val="bottom"/>
          </w:tcPr>
          <w:p w14:paraId="68DCD759" w14:textId="77777777" w:rsidR="00E01B3D" w:rsidRPr="00E01B3D" w:rsidRDefault="00E01B3D" w:rsidP="00E01B3D">
            <w:pPr>
              <w:spacing w:line="276" w:lineRule="auto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Constants</w:t>
            </w:r>
          </w:p>
        </w:tc>
        <w:tc>
          <w:tcPr>
            <w:tcW w:w="719" w:type="pct"/>
            <w:vAlign w:val="bottom"/>
          </w:tcPr>
          <w:p w14:paraId="7B3E6D90" w14:textId="77777777" w:rsidR="00E01B3D" w:rsidRPr="00E01B3D" w:rsidRDefault="00E01B3D" w:rsidP="00E01B3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__________5</w:t>
            </w:r>
          </w:p>
        </w:tc>
        <w:tc>
          <w:tcPr>
            <w:tcW w:w="1781" w:type="pct"/>
          </w:tcPr>
          <w:p w14:paraId="24FE1BAF" w14:textId="77777777" w:rsidR="00E01B3D" w:rsidRPr="00E01B3D" w:rsidRDefault="00E01B3D" w:rsidP="00E01B3D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E01B3D" w:rsidRPr="00E01B3D" w14:paraId="7E505847" w14:textId="77777777" w:rsidTr="001E3811">
        <w:tc>
          <w:tcPr>
            <w:tcW w:w="278" w:type="pct"/>
            <w:vMerge/>
            <w:textDirection w:val="btLr"/>
          </w:tcPr>
          <w:p w14:paraId="0D092B69" w14:textId="77777777" w:rsidR="00E01B3D" w:rsidRPr="00E01B3D" w:rsidRDefault="00E01B3D" w:rsidP="00E01B3D">
            <w:pPr>
              <w:spacing w:line="276" w:lineRule="auto"/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2222" w:type="pct"/>
            <w:vAlign w:val="bottom"/>
          </w:tcPr>
          <w:p w14:paraId="33D318D0" w14:textId="77777777" w:rsidR="00E01B3D" w:rsidRPr="00E01B3D" w:rsidRDefault="00E01B3D" w:rsidP="00E01B3D">
            <w:pPr>
              <w:spacing w:line="276" w:lineRule="auto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Control/experimental groups</w:t>
            </w:r>
          </w:p>
        </w:tc>
        <w:tc>
          <w:tcPr>
            <w:tcW w:w="719" w:type="pct"/>
            <w:vAlign w:val="bottom"/>
          </w:tcPr>
          <w:p w14:paraId="446BA9D8" w14:textId="77777777" w:rsidR="00E01B3D" w:rsidRPr="00E01B3D" w:rsidRDefault="00E01B3D" w:rsidP="00E01B3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__________2</w:t>
            </w:r>
          </w:p>
        </w:tc>
        <w:tc>
          <w:tcPr>
            <w:tcW w:w="1781" w:type="pct"/>
          </w:tcPr>
          <w:p w14:paraId="715FABD7" w14:textId="77777777" w:rsidR="00E01B3D" w:rsidRPr="00E01B3D" w:rsidRDefault="00E01B3D" w:rsidP="00E01B3D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E01B3D" w:rsidRPr="00E01B3D" w14:paraId="5350ED05" w14:textId="77777777" w:rsidTr="001E3811">
        <w:tc>
          <w:tcPr>
            <w:tcW w:w="278" w:type="pct"/>
            <w:vMerge/>
            <w:textDirection w:val="btLr"/>
          </w:tcPr>
          <w:p w14:paraId="6B57A1B0" w14:textId="77777777" w:rsidR="00E01B3D" w:rsidRPr="00E01B3D" w:rsidRDefault="00E01B3D" w:rsidP="00E01B3D">
            <w:pPr>
              <w:spacing w:line="276" w:lineRule="auto"/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2222" w:type="pct"/>
            <w:vAlign w:val="bottom"/>
          </w:tcPr>
          <w:p w14:paraId="1BE2CD8F" w14:textId="77777777" w:rsidR="00E01B3D" w:rsidRPr="00E01B3D" w:rsidRDefault="00E01B3D" w:rsidP="00E01B3D">
            <w:pPr>
              <w:spacing w:line="276" w:lineRule="auto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Materials/procedure</w:t>
            </w:r>
          </w:p>
        </w:tc>
        <w:tc>
          <w:tcPr>
            <w:tcW w:w="719" w:type="pct"/>
            <w:vAlign w:val="bottom"/>
          </w:tcPr>
          <w:p w14:paraId="66F49AB9" w14:textId="77777777" w:rsidR="00E01B3D" w:rsidRPr="00E01B3D" w:rsidRDefault="00E01B3D" w:rsidP="00E01B3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__________/10</w:t>
            </w:r>
          </w:p>
        </w:tc>
        <w:tc>
          <w:tcPr>
            <w:tcW w:w="1781" w:type="pct"/>
          </w:tcPr>
          <w:p w14:paraId="50E098C0" w14:textId="77777777" w:rsidR="00E01B3D" w:rsidRPr="00E01B3D" w:rsidRDefault="00E01B3D" w:rsidP="00E01B3D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E01B3D" w:rsidRPr="00E01B3D" w14:paraId="1F6CEEC9" w14:textId="77777777" w:rsidTr="001E3811">
        <w:tc>
          <w:tcPr>
            <w:tcW w:w="278" w:type="pct"/>
            <w:vMerge w:val="restart"/>
            <w:textDirection w:val="btLr"/>
          </w:tcPr>
          <w:p w14:paraId="62A1A88A" w14:textId="77777777" w:rsidR="00E01B3D" w:rsidRPr="00E01B3D" w:rsidRDefault="00E01B3D" w:rsidP="00E01B3D">
            <w:pPr>
              <w:spacing w:line="276" w:lineRule="auto"/>
              <w:ind w:left="113" w:right="113"/>
              <w:rPr>
                <w:b/>
                <w:sz w:val="28"/>
                <w:szCs w:val="28"/>
              </w:rPr>
            </w:pPr>
            <w:r w:rsidRPr="00E01B3D">
              <w:rPr>
                <w:b/>
                <w:sz w:val="28"/>
                <w:szCs w:val="28"/>
              </w:rPr>
              <w:t>DISCUSSION</w:t>
            </w:r>
          </w:p>
        </w:tc>
        <w:tc>
          <w:tcPr>
            <w:tcW w:w="2222" w:type="pct"/>
            <w:vAlign w:val="bottom"/>
          </w:tcPr>
          <w:p w14:paraId="6ECB9A29" w14:textId="77777777" w:rsidR="00E01B3D" w:rsidRPr="00E01B3D" w:rsidRDefault="00E01B3D" w:rsidP="00E01B3D">
            <w:pPr>
              <w:spacing w:line="276" w:lineRule="auto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Answer experimental question</w:t>
            </w:r>
          </w:p>
        </w:tc>
        <w:tc>
          <w:tcPr>
            <w:tcW w:w="719" w:type="pct"/>
            <w:vAlign w:val="bottom"/>
          </w:tcPr>
          <w:p w14:paraId="13E6038B" w14:textId="77777777" w:rsidR="00E01B3D" w:rsidRPr="00E01B3D" w:rsidRDefault="00E01B3D" w:rsidP="00E01B3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__________/3</w:t>
            </w:r>
          </w:p>
        </w:tc>
        <w:tc>
          <w:tcPr>
            <w:tcW w:w="1781" w:type="pct"/>
          </w:tcPr>
          <w:p w14:paraId="7A22ADA8" w14:textId="77777777" w:rsidR="00E01B3D" w:rsidRPr="00E01B3D" w:rsidRDefault="00E01B3D" w:rsidP="00E01B3D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E01B3D" w:rsidRPr="00E01B3D" w14:paraId="06E38B73" w14:textId="77777777" w:rsidTr="001E3811">
        <w:tc>
          <w:tcPr>
            <w:tcW w:w="278" w:type="pct"/>
            <w:vMerge/>
          </w:tcPr>
          <w:p w14:paraId="31114619" w14:textId="77777777" w:rsidR="00E01B3D" w:rsidRPr="00E01B3D" w:rsidRDefault="00E01B3D" w:rsidP="0041159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222" w:type="pct"/>
            <w:vAlign w:val="bottom"/>
          </w:tcPr>
          <w:p w14:paraId="7EBB05F2" w14:textId="373F1AEA" w:rsidR="00E01B3D" w:rsidRPr="00E01B3D" w:rsidRDefault="00E01B3D" w:rsidP="00E01B3D">
            <w:pPr>
              <w:spacing w:line="276" w:lineRule="auto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Support answer (claim) with evidence and reasoning</w:t>
            </w:r>
            <w:r w:rsidR="001E3811">
              <w:rPr>
                <w:sz w:val="28"/>
                <w:szCs w:val="28"/>
              </w:rPr>
              <w:t xml:space="preserve"> (reasoning should discuss CHEMISTRY behind your experiment and how oxidizing agents treat stains)</w:t>
            </w:r>
          </w:p>
        </w:tc>
        <w:tc>
          <w:tcPr>
            <w:tcW w:w="719" w:type="pct"/>
            <w:vAlign w:val="bottom"/>
          </w:tcPr>
          <w:p w14:paraId="67DFFF16" w14:textId="77777777" w:rsidR="00E01B3D" w:rsidRPr="00E01B3D" w:rsidRDefault="00E01B3D" w:rsidP="00E01B3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__________/12</w:t>
            </w:r>
          </w:p>
        </w:tc>
        <w:tc>
          <w:tcPr>
            <w:tcW w:w="1781" w:type="pct"/>
          </w:tcPr>
          <w:p w14:paraId="1749D7AB" w14:textId="77777777" w:rsidR="00E01B3D" w:rsidRPr="00E01B3D" w:rsidRDefault="00E01B3D" w:rsidP="00E01B3D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E01B3D" w:rsidRPr="00E01B3D" w14:paraId="29EA616B" w14:textId="77777777" w:rsidTr="001E3811">
        <w:trPr>
          <w:trHeight w:val="1493"/>
        </w:trPr>
        <w:tc>
          <w:tcPr>
            <w:tcW w:w="278" w:type="pct"/>
            <w:vMerge/>
          </w:tcPr>
          <w:p w14:paraId="62696376" w14:textId="77777777" w:rsidR="00E01B3D" w:rsidRPr="00E01B3D" w:rsidRDefault="00E01B3D" w:rsidP="00E8539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222" w:type="pct"/>
            <w:vAlign w:val="bottom"/>
          </w:tcPr>
          <w:p w14:paraId="001997EA" w14:textId="77777777" w:rsidR="00E01B3D" w:rsidRPr="00E01B3D" w:rsidRDefault="00E01B3D" w:rsidP="00E01B3D">
            <w:pPr>
              <w:spacing w:line="276" w:lineRule="auto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Error analysis: potential confounding variables, how they affected data, and how to prevent similar errors in the future</w:t>
            </w:r>
          </w:p>
        </w:tc>
        <w:tc>
          <w:tcPr>
            <w:tcW w:w="719" w:type="pct"/>
            <w:vAlign w:val="bottom"/>
          </w:tcPr>
          <w:p w14:paraId="70E58AA7" w14:textId="77777777" w:rsidR="00E01B3D" w:rsidRPr="00E01B3D" w:rsidRDefault="00E01B3D" w:rsidP="00E01B3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01B3D">
              <w:rPr>
                <w:sz w:val="28"/>
                <w:szCs w:val="28"/>
              </w:rPr>
              <w:t>__________/10</w:t>
            </w:r>
          </w:p>
        </w:tc>
        <w:tc>
          <w:tcPr>
            <w:tcW w:w="1781" w:type="pct"/>
          </w:tcPr>
          <w:p w14:paraId="31050DAD" w14:textId="77777777" w:rsidR="00E01B3D" w:rsidRPr="00E01B3D" w:rsidRDefault="00E01B3D" w:rsidP="00E01B3D">
            <w:pPr>
              <w:spacing w:line="480" w:lineRule="auto"/>
              <w:rPr>
                <w:sz w:val="28"/>
                <w:szCs w:val="28"/>
              </w:rPr>
            </w:pPr>
          </w:p>
        </w:tc>
      </w:tr>
    </w:tbl>
    <w:p w14:paraId="1FA808DC" w14:textId="77777777" w:rsidR="00411592" w:rsidRDefault="00411592" w:rsidP="00411592">
      <w:pPr>
        <w:spacing w:line="276" w:lineRule="auto"/>
      </w:pPr>
    </w:p>
    <w:p w14:paraId="0C68A23D" w14:textId="0234B777" w:rsidR="00E01B3D" w:rsidRPr="00E01B3D" w:rsidRDefault="00E01B3D" w:rsidP="00411592">
      <w:pPr>
        <w:spacing w:line="276" w:lineRule="auto"/>
        <w:rPr>
          <w:b/>
          <w:sz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E3811">
        <w:tab/>
      </w:r>
      <w:r w:rsidR="001E3811">
        <w:tab/>
      </w:r>
      <w:r w:rsidR="001E3811">
        <w:tab/>
      </w:r>
      <w:r w:rsidR="001E3811">
        <w:tab/>
      </w:r>
      <w:r>
        <w:tab/>
      </w:r>
      <w:r>
        <w:tab/>
      </w:r>
      <w:r>
        <w:tab/>
      </w:r>
      <w:r>
        <w:tab/>
      </w:r>
      <w:r w:rsidRPr="00E01B3D">
        <w:rPr>
          <w:b/>
          <w:sz w:val="32"/>
        </w:rPr>
        <w:t>Total: __________/58</w:t>
      </w:r>
      <w:bookmarkStart w:id="0" w:name="_GoBack"/>
      <w:bookmarkEnd w:id="0"/>
    </w:p>
    <w:sectPr w:rsidR="00E01B3D" w:rsidRPr="00E01B3D" w:rsidSect="00E01B3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B3D"/>
    <w:rsid w:val="000F12BF"/>
    <w:rsid w:val="001E3811"/>
    <w:rsid w:val="00411592"/>
    <w:rsid w:val="00E0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AA4D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1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2018-03-08T14:32:00Z</cp:lastPrinted>
  <dcterms:created xsi:type="dcterms:W3CDTF">2018-03-08T14:33:00Z</dcterms:created>
  <dcterms:modified xsi:type="dcterms:W3CDTF">2018-03-08T14:33:00Z</dcterms:modified>
</cp:coreProperties>
</file>